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05D66" w14:textId="77777777" w:rsidR="008148A7" w:rsidRPr="008148A7" w:rsidRDefault="008148A7" w:rsidP="008148A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148A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SARS-CoV-2/human/USA/CO-CDPHE-2103006908/2021, complete genome</w:t>
      </w:r>
    </w:p>
    <w:p w14:paraId="696C1540" w14:textId="77777777" w:rsidR="008148A7" w:rsidRPr="008148A7" w:rsidRDefault="008148A7" w:rsidP="008148A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t>GenBank: ON070222.1</w:t>
      </w:r>
    </w:p>
    <w:p w14:paraId="72783A8C" w14:textId="77777777" w:rsidR="008148A7" w:rsidRPr="008148A7" w:rsidRDefault="008148A7" w:rsidP="008148A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"https://www.ncbi.nlm.nih.gov/nuccore/ON070222.1?report=fasta" </w:instrTex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148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"https://www.ncbi.nlm.nih.gov/nuccore/ON070222.1?report=graph" </w:instrTex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148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70222.1"/>
    <w:bookmarkEnd w:id="1"/>
    <w:p w14:paraId="096B0832" w14:textId="77777777" w:rsidR="008148A7" w:rsidRPr="008148A7" w:rsidRDefault="008148A7" w:rsidP="008148A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"https://www.ncbi.nlm.nih.gov/nuccore/ON070222.1" \l "goto2211646869_0" </w:instrTex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148A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148A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A2619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LOCUS       ON070222               29752 bp    RNA     linear   VRL 25-MAR-2022</w:t>
      </w:r>
    </w:p>
    <w:p w14:paraId="529B7B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1D5738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SARS-CoV-2/human/USA/CO-CDPHE-2103006908/2021, complete genome.</w:t>
      </w:r>
    </w:p>
    <w:p w14:paraId="64BD5A2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ACCESSION   ON070222</w:t>
      </w:r>
    </w:p>
    <w:p w14:paraId="4F397EA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VERSION     ON070222.1</w:t>
      </w:r>
    </w:p>
    <w:p w14:paraId="6BBC0A9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EEC80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"https://www.ncbi.nlm.nih.gov/biosample/SAMN26636629"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SAMN26636629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E7C7C8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"https://www.ncbi.nlm.nih.gov/sra/SRR18342207"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SRR18342207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C2F6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A663FD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AC034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505C0E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8C58A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D4BEB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48555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5A375C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Bankers,L., Bogale,H., Hetherington-Rauth,M.C., Ir,D.,</w:t>
      </w:r>
    </w:p>
    <w:p w14:paraId="18DDB1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Matzinger,S.R., Rossheim,A. and Smith,A.</w:t>
      </w:r>
    </w:p>
    <w:p w14:paraId="0BE0CB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9E614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(25-MAR-2022) Department of Microbiology, CDPHE</w:t>
      </w:r>
    </w:p>
    <w:p w14:paraId="1AA9DC6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 submissions, 8100 E. Lowry Blvd., Denver, CO 80230, USA</w:t>
      </w:r>
    </w:p>
    <w:p w14:paraId="0178661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70222.1"/>
      <w:bookmarkEnd w:id="2"/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2F0FC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0.7.17-r1188; iVar v. 1.3.1</w:t>
      </w:r>
    </w:p>
    <w:p w14:paraId="7209640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D4EA0B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C79557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70222.1"/>
      <w:bookmarkEnd w:id="3"/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5D18C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310A03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DE9C3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A1AF1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6B24BD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/isolate="SARS-CoV-2/human/USA/CO-CDPHE-2103006908/2021"</w:t>
      </w:r>
    </w:p>
    <w:p w14:paraId="2114AD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/isolation_source="patient isolate"</w:t>
      </w:r>
    </w:p>
    <w:p w14:paraId="315305B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591005B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B91A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164B965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/collection_date="2021-12-28"</w:t>
      </w:r>
    </w:p>
    <w:p w14:paraId="6CD3A5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/note="GISAID_ID: EPI_ISL_10956721"</w:t>
      </w:r>
    </w:p>
    <w:p w14:paraId="0E7D4EC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"https://www.ncbi.nlm.nih.gov/nuccore/ON070222.1?from=212&amp;to=21489"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784464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C83A9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"https://www.ncbi.nlm.nih.gov/nuccore/ON070222.1?location=212:13402,13402:21489"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067D305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43F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D06AFB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FAFD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758781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UNR92533.1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0490D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34F9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62A63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48F93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3240BB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E117B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58550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DC1B95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F01E5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5C9B50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632557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0659A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A938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E2A2E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18FDD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2D39F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D1697F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D1D97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B91980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823B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40F45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E9BAB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DADD3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094021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92106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143C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63770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DA8C9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F50E5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D7606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53DEC4A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2BDEB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0CD3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12807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C1C5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BEFB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CCD9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9BC35E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6CCCB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CF559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80DE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D5BD5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CCFB3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DCEFDB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8E85C4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28E0D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476CA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2031D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25B4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78CBC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2EA3E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53A6F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B3A4D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6C35CF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D225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BE836A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684F38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57EE2C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FCF8FC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CB1C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FE4F6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1399B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A1A0E5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4A3F7E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16AB89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637E72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AC61E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535538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D2561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53E31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E0110E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9F307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7B81E38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103AE0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5373A1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2BCB3D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C4C020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AF635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2651A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BAB542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6C8EBA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50482E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91F15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885452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BBA7AC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C04F2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4C764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074972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3D8519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CC004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D681E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E68A0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EE9C39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900C2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D2D02E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2D492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00663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035DE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DA705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B8B40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8481D6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9D7BF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1A9BAB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76D3F0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51882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84607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197EB1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C21B86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4AD11D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E92BE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EB05EF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F3875F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413243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D61C38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PAHISTIGVCSMTDIAKKPTETICAPLTVFFDGRVDGQVDLFRNARNGVLITEGSVKG</w:t>
      </w:r>
    </w:p>
    <w:p w14:paraId="6A97C31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239B5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00B914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6D22D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822FBF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128F6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B78956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C07883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800DDD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44AC4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"https://www.ncbi.nlm.nih.gov/protein/UNR92533.1?from=1&amp;to=180"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363AB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974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CE04B6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"https://www.ncbi.nlm.nih.gov/protein/UNR92533.1?from=181&amp;to=818"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3B876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E55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91F13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"https://www.ncbi.nlm.nih.gov/protein/UNR92533.1?from=819&amp;to=2762"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284AA09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FF926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9F5EB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"https://www.ncbi.nlm.nih.gov/protein/UNR92533.1?from=2763&amp;to=3262"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10082C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58A9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8C1D60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"https://www.ncbi.nlm.nih.gov/protein/UNR92533.1?from=3263&amp;to=3568"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F3DECA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DAEA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312BF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"https://www.ncbi.nlm.nih.gov/protein/UNR92533.1?from=3569&amp;to=3855"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156A69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4303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9F746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"https://www.ncbi.nlm.nih.gov/protein/UNR92533.1?from=3856&amp;to=3938"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0E544AC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C4EBE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79B38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"https://www.ncbi.nlm.nih.gov/protein/UNR92533.1?from=3939&amp;to=4136"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48C0BA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B74B4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CFA49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"https://www.ncbi.nlm.nih.gov/protein/UNR92533.1?from=4137&amp;to=4249"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6E9AE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67B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26FE9A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"https://www.ncbi.nlm.nih.gov/protein/UNR92533.1?from=4250&amp;to=4388"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A646F8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6AA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85227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"https://www.ncbi.nlm.nih.gov/protein/UNR92533.1?from=4389&amp;to=5320"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4888D0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AEF1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2968522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"https://www.ncbi.nlm.nih.gov/protein/UNR92533.1?from=5321&amp;to=5921"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22254C9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8C2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44F40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"https://www.ncbi.nlm.nih.gov/protein/UNR92533.1?from=5922&amp;to=6448"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2D536C2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87D9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A7D66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"https://www.ncbi.nlm.nih.gov/protein/UNR92533.1?from=6449&amp;to=6794"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2CD872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1413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920529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"https://www.ncbi.nlm.nih.gov/protein/UNR92533.1?from=6795&amp;to=7092"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480E5D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29AD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BF19E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"https://www.ncbi.nlm.nih.gov/nuccore/ON070222.1?from=212&amp;to=13417"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5F632B3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7EFC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A516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C4B60C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"https://www.ncbi.nlm.nih.gov/protein/2211646871"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UNR92534.1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CBFEA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F5BA4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F79BF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52653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52C60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48420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DD22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743E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91C34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5FC686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F3D544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D768D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DCA37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7702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A83B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BF104C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85225E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8606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A71F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7210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F8ABE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0E697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4B1AE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15379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750A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771B57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FA59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37DED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B6C5C6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20EEA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6F2D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310B8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594CC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70985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292622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CB824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5296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16632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8B6E5C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B9A6CF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E543AB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05D74A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C50A2A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7CA9C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58AEA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44A07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CCDFDE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5936C7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3B556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EB3AA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DA213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E1448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60DD15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B2403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F99597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90903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9E9F23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EFF3AB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07C8AF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EC3C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C80D5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6B4CE4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15A1D1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91A9DA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1FB0A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3C95A2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E944F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7AB4161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9C0629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49447C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9170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1904A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78992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3B3682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4AFDC6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9A6A69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951EC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6F987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"https://www.ncbi.nlm.nih.gov/protein/UNR92534.1?from=1&amp;to=180"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DDE53D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4289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48F1D3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"https://www.ncbi.nlm.nih.gov/protein/UNR92534.1?from=181&amp;to=818"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161B5C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68BF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0B4A7A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"https://www.ncbi.nlm.nih.gov/protein/UNR92534.1?from=819&amp;to=2762"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D905D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517BF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0D05B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"https://www.ncbi.nlm.nih.gov/protein/UNR92534.1?from=2763&amp;to=3262"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1A0778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52A5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B051D7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"https://www.ncbi.nlm.nih.gov/protein/UNR92534.1?from=3263&amp;to=3568"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4E488B3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0EEC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4A44A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"https://www.ncbi.nlm.nih.gov/protein/UNR92534.1?from=3569&amp;to=3855"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1DB939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CC86E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5FED7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"https://www.ncbi.nlm.nih.gov/protein/UNR92534.1?from=3856&amp;to=3938"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526964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FC86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971FF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"https://www.ncbi.nlm.nih.gov/protein/UNR92534.1?from=3939&amp;to=4136"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5B2CBD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436B1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6F7B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"https://www.ncbi.nlm.nih.gov/protein/UNR92534.1?from=4137&amp;to=4249"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FE41DF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ED1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994C8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"https://www.ncbi.nlm.nih.gov/protein/UNR92534.1?from=4250&amp;to=4388"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3BD797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A777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26C6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"https://www.ncbi.nlm.nih.gov/protein/UNR92534.1?from=4389&amp;to=4401"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A91AA1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1384BA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BBA1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"https://www.ncbi.nlm.nih.gov/nuccore/ON070222.1?from=13410&amp;to=13437"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643E2E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8FD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84989F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83E2B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"https://www.ncbi.nlm.nih.gov/nuccore/ON070222.1?from=13422&amp;to=13476"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142659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46C8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8E374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EB2D6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"https://www.ncbi.nlm.nih.gov/nuccore/ON070222.1?from=21497&amp;to=25309"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5739B2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B7C93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"https://www.ncbi.nlm.nih.gov/nuccore/ON070222.1?from=21497&amp;to=25309"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5409B3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8E527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FF34E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99DD4F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UNR92535.1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00E1E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7E7154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7287E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78879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499B3E3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ALEPLVDLPIGINITRFQTLXXLHRSYLTPGDSSSGWTAGAAAYYVGYLQPRTFLLKY</w:t>
      </w:r>
    </w:p>
    <w:p w14:paraId="63AF18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F3C7F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F038E5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YADSFVIRGDEVRQIAPGQTGNIADYNYKLPDDFTGCVIAWNSXXXXSKVSGNYNYLY</w:t>
      </w:r>
    </w:p>
    <w:p w14:paraId="2677AB9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7FF9F5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490CFB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27E0DD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8E5502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402B8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8D39C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91AA5D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E59E86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A3483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BA9141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074A73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63F18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D936A4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B621E9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E3D0C3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"https://www.ncbi.nlm.nih.gov/nuccore/ON070222.1?from=25318&amp;to=26145"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170A165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06B2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"https://www.ncbi.nlm.nih.gov/nuccore/ON070222.1?from=25318&amp;to=26145"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10F54F3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DEC91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9F4E8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593A51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"https://www.ncbi.nlm.nih.gov/protein/2211646873"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UNR92536.1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30873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CBF52F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2DECA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81660E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D91511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AE1D0C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"https://www.ncbi.nlm.nih.gov/nuccore/ON070222.1?from=26170&amp;to=26397"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141242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87253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"https://www.ncbi.nlm.nih.gov/nuccore/ON070222.1?from=26170&amp;to=26397"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2AAACE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B174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C53C3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0A43E7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UNR92537.1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DE47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232F67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25D40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"https://www.ncbi.nlm.nih.gov/nuccore/ON070222.1?from=26448&amp;to=27116"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2E44BFA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E78533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"https://www.ncbi.nlm.nih.gov/nuccore/ON070222.1?from=26448&amp;to=27116"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091D22A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C700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6E62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3D3B9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"https://www.ncbi.nlm.nih.gov/protein/2211646875"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UNR92538.1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7EC3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1B109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5890A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BB3279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303D2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4AAC85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"https://www.ncbi.nlm.nih.gov/nuccore/ON070222.1?from=27127&amp;to=27312"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36D4FAD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3A8C5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"https://www.ncbi.nlm.nih.gov/nuccore/ON070222.1?from=27127&amp;to=27312"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CB846C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480E25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7802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A0367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"https://www.ncbi.nlm.nih.gov/protein/2211646876"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UNR92539.1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A36C0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B753C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B9B74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"https://www.ncbi.nlm.nih.gov/nuccore/ON070222.1?from=27319&amp;to=27684"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65D3B23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568FC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"https://www.ncbi.nlm.nih.gov/nuccore/ON070222.1?from=27319&amp;to=27684"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27AB21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B38A5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2463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08C32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"https://www.ncbi.nlm.nih.gov/protein/2211646877"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UNR92540.1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3320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63987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0DC828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687DCC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"https://www.ncbi.nlm.nih.gov/nuccore/ON070222.1?from=27681&amp;to=27812"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752D2AB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CD5ED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"https://www.ncbi.nlm.nih.gov/nuccore/ON070222.1?from=27681&amp;to=27812"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41BC315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BBE1B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43BD8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C9D18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"https://www.ncbi.nlm.nih.gov/protein/2211646878"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UNR92541.1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7930B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54FC21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"https://www.ncbi.nlm.nih.gov/nuccore/ON070222.1?from=27819&amp;to=28184"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0FD6AB4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74927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"https://www.ncbi.nlm.nih.gov/nuccore/ON070222.1?from=27819&amp;to=28184"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48248FE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B0E6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850A8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8F21E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"https://www.ncbi.nlm.nih.gov/protein/2211646879"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UNR92542.1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09B4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FD2CF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57275A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318381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"https://www.ncbi.nlm.nih.gov/nuccore/ON070222.1?from=28199&amp;to=29449"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432BF16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7D958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"https://www.ncbi.nlm.nih.gov/nuccore/ON070222.1?from=28199&amp;to=29449"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382173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645FCC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FF2B1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92518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"https://www.ncbi.nlm.nih.gov/protein/2211646880"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UNR92543.1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2DA0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474AAB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AC7285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PRWYFYYLGTGPEAGLPYGANKDGIIWVATEGALNTPKDHIGTRNLANNAAIVLQLPQ</w:t>
      </w:r>
    </w:p>
    <w:p w14:paraId="2563925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F1A2F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C05C0A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3BBFE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E0E854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E1BC9F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"https://www.ncbi.nlm.nih.gov/nuccore/ON070222.1?from=29474&amp;to=29590"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4B20B69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410A9EB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"https://www.ncbi.nlm.nih.gov/nuccore/ON070222.1?from=29474&amp;to=29590"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4F77D21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C356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D1DC2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FF78F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"https://www.ncbi.nlm.nih.gov/protein/2211646881"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UNR92544.1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44FD9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CC26DC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"https://www.ncbi.nlm.nih.gov/nuccore/ON070222.1?from=29525&amp;to=29560"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59F9CA1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CB0F6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F19BE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"https://www.ncbi.nlm.nih.gov/nuccore/ON070222.1?from=29545&amp;to=29573"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099EB8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1209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405C9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"https://www.ncbi.nlm.nih.gov/nuccore/ON070222.1?from=29644&amp;to=29684" </w:instrTex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148A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5D00EA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742337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1BCFEC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70222.1"/>
      <w:bookmarkEnd w:id="4"/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1A86C1A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3EC007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7F4244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1C21D31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58AB5AB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0C3FE0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9F4A9A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7A1C7E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323EF49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43AF7B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53CEDC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D7BF3F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374C304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00E558A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7985F8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3A866F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E81DCE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70564D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4FA3F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F60490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BDFA61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1DF341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8157B9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0B33B82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A2BCD7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5D7705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tcttgaaata ctccaaaaag agaaagtcaa catcaatatt gttggtgact ttaaacttaa</w:t>
      </w:r>
    </w:p>
    <w:p w14:paraId="3A25AD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27F3F7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6B31BE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043A04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4D679DF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1B245AC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CBB98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3C7EBE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7B2B6F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2E211F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47B6FE0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523D5C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701D11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3BC036A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7FE6F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5701B33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746478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5E332FD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6CBEC8E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E2F48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6F9474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4310B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88570C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2244FA3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4B4085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0540C2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2080A4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22451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645AD1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A0D6D7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02D94F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1FB7E7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D3CB0C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C566D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2ABD461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A36334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C58EAC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A32B3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560BB1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9A147F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5B525AC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17200F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tgttcaagag ggtgttttaa ctgctgtggt tatacctact aaaaaggctg gtggcactac</w:t>
      </w:r>
    </w:p>
    <w:p w14:paraId="0D9B57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B6563F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1BB976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4FF2F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CCB7C6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657000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14C9593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B6FEC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5FD823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1C7B6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65B9B0F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FC70B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20418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22938E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279D2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68F987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7DD898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960F6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17E9A68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79A6C4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DC521A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5EA8C45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0B80C1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58676A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7283DB0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775C7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C80AD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F9AF5E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36D8EAC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AB4775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385224C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4259FC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112562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24800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7F3CDE4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D2808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3D29EE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225E6B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2310F78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5CF522A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434033D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1112B08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tagtgtccct tgggatacta tagctaatta tgctaagcct tttcttaaca aagttgttag</w:t>
      </w:r>
    </w:p>
    <w:p w14:paraId="150A0B1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D5792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63AD2C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059E5FF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27D560F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3FF618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F099F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0F33445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CD0C49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3012EE0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6141A70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2EB2A63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16A070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24056ED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7F793FB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698EFA2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D1F382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21BB154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12C131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32E552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229880E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F96258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4E2AF02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604B096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39B40E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4B94A8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21127B7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D16789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421C165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4A91BBE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53E284E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34107E2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77C4BD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519CBE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055473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3E25EB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6E5943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716EA4C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3CB59DE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1E774E6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207BB0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5D9FE8A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ttctgttaga gtggtaacaa cttttgattc tgagtactgt aggcacggca cttgtgaaag</w:t>
      </w:r>
    </w:p>
    <w:p w14:paraId="5AADC72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57BD23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DF8FF7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46DD36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2453AEF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396D364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2DC8A3E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05459C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5A89402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E70369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11EB582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0CA1E8C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3A6CB40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774322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59BA78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ctacactcaa</w:t>
      </w:r>
    </w:p>
    <w:p w14:paraId="1F77E7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5600943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F4217A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55926B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D3449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09E163D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26C0C74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CA9351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1266DF2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0F8C3B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11CDD78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20D1CB6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2B75103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44FB4FF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8369B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61E92A6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490BC7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63FE85E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664DA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562C731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02477B3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0B4FBD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0D16AE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A3F675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D6D148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4CB89B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61284F1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agtttctaca caggagttta gatatatgaa ttcacaggga ctactcccac ccaagaatag</w:t>
      </w:r>
    </w:p>
    <w:p w14:paraId="626F47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620596D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0B77824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02CDBA0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9668F6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5E9791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77B87F4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7BF6CC0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5FF47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D698A1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04E2D32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0CCBF19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06FEEC1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7CB412D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2343657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6B98A2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9A2F1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5B1294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2C71FB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5C19DED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786D3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3A5C21C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7B88604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39E34CB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600364F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D4653E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0E0E2A9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508418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76BC25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2AE5E9A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51411F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4A71CD4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0ADC76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46AF943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58D4D37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77C1A13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5A52E07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387B4B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D09153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107F0A6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74BE4F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43EDA2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aagccttaca ttaagtggga tttgttaaaa tatgacttca cggaagagag gttaaaactc</w:t>
      </w:r>
    </w:p>
    <w:p w14:paraId="0E72F9B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BE23D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614D846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75DC309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1B3FEE6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EAA13C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DC586C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7DD0068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096AC5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1F5ECDB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1307ABB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285386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2759534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28DD77E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34EBFD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0F21DDB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1447E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5BB8518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91C5B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5FE16FA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668487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055C5C3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434954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6F390C9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7AA5477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31B359B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48850E2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337CDE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5861C03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919163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12751F7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244942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0BF5B04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6B779E0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66F577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72050C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46AEADC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64D34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AE4462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2651C3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6BF84B1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2F6574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aaacctagac caccacttaa ccgaaattat gtctttactg gttatcgtgt aactaaaaac</w:t>
      </w:r>
    </w:p>
    <w:p w14:paraId="622FF63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6505E2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2DC52FD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00C8A08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BC3EE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1692541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6B079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B33856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42918F9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653E0A1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1816E33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41175EF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38A2129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3CB069A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56D0E42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26CCD1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1A88643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D78F80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24D110C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37D2DC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74513D4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6BA973E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5ED1843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26CB38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5D40C21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186360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376A743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9F8AF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2473AB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04763B7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46D2FB1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26F8C06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2FF94D9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0A215E9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D37639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10F42DF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0294004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02DA4E7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C014CC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8EB507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679F5A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FD2FAC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aacttgcctg gttgtgatgg tggcagtttg tatgtaaata aacatgcatt ccacacacca</w:t>
      </w:r>
    </w:p>
    <w:p w14:paraId="0BEBE46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73A65F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50AA4C5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303EE73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783810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9EC45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18352C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B079AD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7DCC01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166430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1CAE138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5D30189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92BCD3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406D977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757B4A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0ABB168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465C366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A9FBC7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D0E4A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684CAA2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0276C1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36B49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25FE498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757A57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6874D0B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6478565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7965C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5E65446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6DFDE5E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068C7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0EA711F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3A68BE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5F5BF83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664EF8B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7EA7E23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99F17A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375A2A7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191C13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6517F6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6353524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E878D3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0141254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gaggtttgat aaccctgtcc taccatttaa tgatggtgtt tattttgctt ccattgagaa</w:t>
      </w:r>
    </w:p>
    <w:p w14:paraId="3B4045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BA7B94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5C7BE5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181ACAF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6E9700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47C620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tatagngcgt gagccagaag atctccctca</w:t>
      </w:r>
    </w:p>
    <w:p w14:paraId="42C9DFC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59A3CA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cnnnntttac atagaagtta tttgactcct ggtgattctt cttcaggttg</w:t>
      </w:r>
    </w:p>
    <w:p w14:paraId="191542A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5FAA1FA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1C8C81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554E7BA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EE9B6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2708D6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191BE6B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5E6DFDB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3CAB91D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1D07246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tannnnnnnn nattctaagg ttagtggtaa ttataattac ctgtatagat tgtttaggaa</w:t>
      </w:r>
    </w:p>
    <w:p w14:paraId="360C2C7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0C1332D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579238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F9CA9E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582E525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041A9F0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0C531F2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6BDE74E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5036BC8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5EEC146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1D7D9E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70CF8A5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64FB55D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19190D5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7120D20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1327906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6FDB51C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BDD060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793D000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3435E87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132365B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5001BA1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6D4D601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4C6D559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gaaccaaaaa ttgattgcca accaatttaa tagtgctatt ggcaaaattc aagactcact</w:t>
      </w:r>
    </w:p>
    <w:p w14:paraId="19792A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5861E22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3E2E9D5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D57911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4364E6F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0FD1E2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97B374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6705837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990C3F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1BBD2B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3D8FC8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017C9F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3BAB48D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3515561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0E9473D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702DD85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29D2B4B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136BA23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33B6B6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995251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29BBC94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24267DC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73B4A10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ttttctatct ttatgcttta gtctacttct tgcagagtat aaactttgta</w:t>
      </w:r>
    </w:p>
    <w:p w14:paraId="7392399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4BB780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59C9FFC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3566352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2D1129E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68140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2794A0E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BEDAA6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7AF7EF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62A5ECF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1280C4E2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710DBCF5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3716FF5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084D60B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1B84900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4796D2F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028D0F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38E6194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6E65A34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gtacgcgttc catgtggtca ttcaatccag aaactaacat tcttctcaac gtgccactcc</w:t>
      </w:r>
    </w:p>
    <w:p w14:paraId="4C367A4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60FE676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1AD305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C87338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9D1949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83D718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4839A66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66B2A7F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6EE3B9E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315FABB6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3E4B220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365809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4803327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3DB2F01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14B28B4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209647F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4052828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3867363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6A96968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2E1A3AC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3F4E77F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05CAF4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EBDC06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108B792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51B29990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4BBA1A7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3D95B89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3D8757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1220326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83B364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29ECC0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ttgctaacaa tgctgcaatc gtgctacaac ttcctcaagg</w:t>
      </w:r>
    </w:p>
    <w:p w14:paraId="7105772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79B96B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59603CF7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5C0FBED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631972FB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625CF37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22F4950A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1C0669B1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D116299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acaaaggtcc</w:t>
      </w:r>
    </w:p>
    <w:p w14:paraId="5F00635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2CF0FA8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accaacagag cctaaaaagg acaaaaagaa gaaggctgat gaaactcaag ccttaccgca</w:t>
      </w:r>
    </w:p>
    <w:p w14:paraId="33C887D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2F0FA7FC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06AC2B78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60C418F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6F3BCFCE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64A00F44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6B76803D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3C228A83" w14:textId="77777777" w:rsidR="008148A7" w:rsidRPr="008148A7" w:rsidRDefault="008148A7" w:rsidP="00814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148A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9054A6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8A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48A7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F99C7D"/>
  <w15:chartTrackingRefBased/>
  <w15:docId w15:val="{E60539D5-30B8-3F4F-8EEA-0066747DB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16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14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10784</Words>
  <Characters>61473</Characters>
  <Application>Microsoft Office Word</Application>
  <DocSecurity>0</DocSecurity>
  <Lines>512</Lines>
  <Paragraphs>144</Paragraphs>
  <ScaleCrop>false</ScaleCrop>
  <Company/>
  <LinksUpToDate>false</LinksUpToDate>
  <CharactersWithSpaces>72113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2023-01-21T08:30:00Z</dcterms:created>
  <dcterms:modified xsi:type="dcterms:W3CDTF">2023-01-21T08:31:00Z</dcterms:modified>
</cp:coreProperties>
</file>